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736" w:rsidRPr="00F178F4" w:rsidRDefault="00F178F4" w:rsidP="00F178F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6"/>
        <w:gridCol w:w="5743"/>
      </w:tblGrid>
      <w:tr w:rsidR="00665B4E" w:rsidTr="00E20421">
        <w:trPr>
          <w:trHeight w:hRule="exact" w:val="1928"/>
        </w:trPr>
        <w:tc>
          <w:tcPr>
            <w:tcW w:w="9854" w:type="dxa"/>
            <w:gridSpan w:val="5"/>
          </w:tcPr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E20421" w:rsidRPr="00E20421">
              <w:rPr>
                <w:caps/>
              </w:rPr>
              <w:br/>
            </w:r>
            <w:r w:rsidR="00E20421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F81C94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2EEAFAE" wp14:editId="29D6775C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804ED4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C909BB">
              <w:rPr>
                <w:b/>
                <w:caps/>
                <w:sz w:val="28"/>
                <w:szCs w:val="28"/>
              </w:rPr>
              <w:t>ВОСЬМОГО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9F61A6" w:rsidRPr="00B42C78" w:rsidRDefault="00F81C94" w:rsidP="008236E1">
            <w:pPr>
              <w:keepLines/>
              <w:autoSpaceDE w:val="0"/>
              <w:autoSpaceDN w:val="0"/>
              <w:adjustRightInd w:val="0"/>
              <w:ind w:right="504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3ADD366" wp14:editId="5E93B4C3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7818ED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Об</w:t>
            </w:r>
            <w:r w:rsidR="00BE5F68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отчет</w:t>
            </w:r>
            <w:r w:rsidR="008236E1">
              <w:rPr>
                <w:bCs/>
                <w:color w:val="000000"/>
                <w:sz w:val="28"/>
                <w:szCs w:val="28"/>
              </w:rPr>
              <w:t>е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о деятельности Контрольно-ревизионной коми</w:t>
            </w:r>
            <w:r w:rsidR="0017024F">
              <w:rPr>
                <w:bCs/>
                <w:color w:val="000000"/>
                <w:sz w:val="28"/>
                <w:szCs w:val="28"/>
              </w:rPr>
              <w:t>ссии города Усть-Илимска за 202</w:t>
            </w:r>
            <w:r w:rsidR="00184348" w:rsidRPr="00184348">
              <w:rPr>
                <w:bCs/>
                <w:color w:val="000000"/>
                <w:sz w:val="28"/>
                <w:szCs w:val="28"/>
              </w:rPr>
              <w:t>5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3B7F90" w:rsidRPr="00F66089" w:rsidRDefault="003B7F90" w:rsidP="00C15FE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 xml:space="preserve">Руководствуясь статьями 23, </w:t>
      </w:r>
      <w:r w:rsidR="009F1CB9">
        <w:rPr>
          <w:color w:val="000000"/>
          <w:sz w:val="28"/>
          <w:szCs w:val="28"/>
        </w:rPr>
        <w:t>25,</w:t>
      </w:r>
      <w:r w:rsidRPr="00F66089">
        <w:rPr>
          <w:color w:val="000000"/>
          <w:sz w:val="28"/>
          <w:szCs w:val="28"/>
        </w:rPr>
        <w:t xml:space="preserve"> 39.1, 43 Устава муниципального образования город Усть-Илимск, Положением о Контрольно-ревизионной комиссии города Усть-Илимска, утвержденным решением Городской Думы города Усть-Илимска от 23.03.2011г. № 25/144, Городская Дума, -</w:t>
      </w:r>
    </w:p>
    <w:p w:rsidR="003B7F90" w:rsidRPr="00F66089" w:rsidRDefault="003B7F90" w:rsidP="00C15FEE">
      <w:pPr>
        <w:keepLines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F66089">
        <w:rPr>
          <w:b/>
          <w:sz w:val="28"/>
          <w:szCs w:val="28"/>
        </w:rPr>
        <w:t>РЕШИЛА:</w:t>
      </w:r>
    </w:p>
    <w:p w:rsidR="003B7F90" w:rsidRPr="00F66089" w:rsidRDefault="003B7F90" w:rsidP="00C15FE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9F1CB9">
        <w:rPr>
          <w:color w:val="000000"/>
          <w:sz w:val="28"/>
          <w:szCs w:val="28"/>
        </w:rPr>
        <w:t>Принять к сведению</w:t>
      </w:r>
      <w:r w:rsidRPr="00F66089">
        <w:rPr>
          <w:color w:val="000000"/>
          <w:sz w:val="28"/>
          <w:szCs w:val="28"/>
        </w:rPr>
        <w:t xml:space="preserve"> о</w:t>
      </w:r>
      <w:r w:rsidR="009F1CB9">
        <w:rPr>
          <w:color w:val="000000"/>
          <w:sz w:val="28"/>
          <w:szCs w:val="28"/>
        </w:rPr>
        <w:t>тчет о</w:t>
      </w:r>
      <w:r w:rsidRPr="00F66089">
        <w:rPr>
          <w:color w:val="000000"/>
          <w:sz w:val="28"/>
          <w:szCs w:val="28"/>
        </w:rPr>
        <w:t xml:space="preserve"> деятельности Контрольно-ревизионной коми</w:t>
      </w:r>
      <w:r w:rsidR="0017024F">
        <w:rPr>
          <w:color w:val="000000"/>
          <w:sz w:val="28"/>
          <w:szCs w:val="28"/>
        </w:rPr>
        <w:t>ссии города Усть-Илимска за 202</w:t>
      </w:r>
      <w:r w:rsidR="00184348" w:rsidRPr="00184348">
        <w:rPr>
          <w:color w:val="000000"/>
          <w:sz w:val="28"/>
          <w:szCs w:val="28"/>
        </w:rPr>
        <w:t>5</w:t>
      </w:r>
      <w:r w:rsidRPr="00F66089">
        <w:rPr>
          <w:color w:val="000000"/>
          <w:sz w:val="28"/>
          <w:szCs w:val="28"/>
        </w:rPr>
        <w:t xml:space="preserve"> год (прилагается).</w:t>
      </w:r>
    </w:p>
    <w:p w:rsidR="00D22E46" w:rsidRPr="00D22E46" w:rsidRDefault="003B7F90" w:rsidP="00C15FEE">
      <w:pPr>
        <w:ind w:firstLine="851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="00D22E46" w:rsidRPr="00D22E46">
        <w:rPr>
          <w:color w:val="000000"/>
          <w:sz w:val="28"/>
          <w:szCs w:val="28"/>
        </w:rPr>
        <w:t>Разместить настоящее решение на официальных сайтах Городской Думы города Усть-</w:t>
      </w:r>
      <w:r w:rsidR="00D00549" w:rsidRPr="00D22E46">
        <w:rPr>
          <w:color w:val="000000"/>
          <w:sz w:val="28"/>
          <w:szCs w:val="28"/>
        </w:rPr>
        <w:t>Илимска, Администрации</w:t>
      </w:r>
      <w:r w:rsidR="00D22E46" w:rsidRPr="00D22E46">
        <w:rPr>
          <w:color w:val="000000"/>
          <w:sz w:val="28"/>
          <w:szCs w:val="28"/>
        </w:rPr>
        <w:t xml:space="preserve"> города Усть-Илимска</w:t>
      </w:r>
      <w:r w:rsidR="00F418C3">
        <w:rPr>
          <w:color w:val="000000"/>
          <w:sz w:val="28"/>
          <w:szCs w:val="28"/>
        </w:rPr>
        <w:t>, Контрольно-ревизионной комиссии города Усть-Илимска</w:t>
      </w:r>
      <w:r w:rsidR="00D22E46" w:rsidRPr="00D22E46">
        <w:rPr>
          <w:color w:val="000000"/>
          <w:sz w:val="28"/>
          <w:szCs w:val="28"/>
        </w:rPr>
        <w:t>.</w:t>
      </w: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4D5596" w:rsidRDefault="004D5596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F178F4" w:rsidRPr="007D640D" w:rsidRDefault="00F178F4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Председатель Городской Думы                                </w:t>
      </w:r>
      <w:r w:rsidR="000B5AC5">
        <w:rPr>
          <w:b/>
          <w:color w:val="000000"/>
          <w:sz w:val="28"/>
          <w:szCs w:val="28"/>
        </w:rPr>
        <w:t xml:space="preserve">              А.П. Чихирьков</w:t>
      </w: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4D5596" w:rsidRPr="00D22E46" w:rsidRDefault="004D5596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4D5596" w:rsidRDefault="004D5596" w:rsidP="00DA799D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>Пояснительная записка</w:t>
      </w:r>
    </w:p>
    <w:p w:rsidR="00DA799D" w:rsidRPr="00DA799D" w:rsidRDefault="00DA799D" w:rsidP="00DA799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>к проекту муниципального правового акта органа местного самоуправления</w:t>
      </w:r>
    </w:p>
    <w:p w:rsidR="00DA799D" w:rsidRPr="00DA799D" w:rsidRDefault="00DA799D" w:rsidP="00DA799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>муниципального образования город Усть-Илимск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Тип проекта правового акта:</w:t>
      </w:r>
      <w:r w:rsidRPr="00DA799D">
        <w:rPr>
          <w:color w:val="000000"/>
          <w:sz w:val="28"/>
          <w:szCs w:val="28"/>
          <w:u w:val="single"/>
        </w:rPr>
        <w:t xml:space="preserve"> </w:t>
      </w:r>
      <w:r w:rsidRPr="00DA799D">
        <w:rPr>
          <w:color w:val="000000"/>
          <w:sz w:val="28"/>
          <w:szCs w:val="28"/>
        </w:rPr>
        <w:t>решение Городской Думы города Усть-Илимска.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  <w:u w:val="single"/>
        </w:rPr>
      </w:pPr>
    </w:p>
    <w:p w:rsidR="00DA799D" w:rsidRDefault="00DA799D" w:rsidP="00DA799D">
      <w:pPr>
        <w:spacing w:line="240" w:lineRule="exact"/>
        <w:jc w:val="both"/>
        <w:rPr>
          <w:bCs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Наименование проекта правового акта:</w:t>
      </w:r>
      <w:r w:rsidRPr="00DA799D">
        <w:rPr>
          <w:color w:val="000000"/>
          <w:sz w:val="28"/>
          <w:szCs w:val="28"/>
        </w:rPr>
        <w:t xml:space="preserve"> </w:t>
      </w:r>
      <w:r w:rsidRPr="00DA799D">
        <w:rPr>
          <w:bCs/>
          <w:color w:val="000000"/>
          <w:sz w:val="28"/>
          <w:szCs w:val="28"/>
        </w:rPr>
        <w:t>Об отчете о деятельности Контрольно-ревизионной коми</w:t>
      </w:r>
      <w:r w:rsidR="00C909BB">
        <w:rPr>
          <w:bCs/>
          <w:color w:val="000000"/>
          <w:sz w:val="28"/>
          <w:szCs w:val="28"/>
        </w:rPr>
        <w:t>ссии города Усть-Илимска</w:t>
      </w:r>
      <w:r w:rsidR="00184348">
        <w:rPr>
          <w:bCs/>
          <w:color w:val="000000"/>
          <w:sz w:val="28"/>
          <w:szCs w:val="28"/>
        </w:rPr>
        <w:t xml:space="preserve"> за 202</w:t>
      </w:r>
      <w:r w:rsidR="00184348" w:rsidRPr="00184348">
        <w:rPr>
          <w:bCs/>
          <w:color w:val="000000"/>
          <w:sz w:val="28"/>
          <w:szCs w:val="28"/>
        </w:rPr>
        <w:t>5</w:t>
      </w:r>
      <w:r w:rsidRPr="00DA799D">
        <w:rPr>
          <w:bCs/>
          <w:color w:val="000000"/>
          <w:sz w:val="28"/>
          <w:szCs w:val="28"/>
        </w:rPr>
        <w:t xml:space="preserve"> год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Субъект правотворческой инициативы</w:t>
      </w:r>
      <w:r w:rsidRPr="00DA799D">
        <w:rPr>
          <w:b/>
          <w:color w:val="000000"/>
          <w:sz w:val="28"/>
          <w:szCs w:val="28"/>
        </w:rPr>
        <w:t>:</w:t>
      </w:r>
      <w:r w:rsidRPr="00DA799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Председатель Городской Думы</w:t>
      </w:r>
      <w:r w:rsidRPr="00DA799D">
        <w:rPr>
          <w:color w:val="000000"/>
          <w:sz w:val="28"/>
          <w:szCs w:val="28"/>
        </w:rPr>
        <w:t xml:space="preserve"> города Усть-Илимска.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  <w:u w:val="single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Правовое обоснование принятия проекта правового акта:</w:t>
      </w:r>
      <w:r w:rsidRPr="00DA799D">
        <w:rPr>
          <w:color w:val="000000"/>
          <w:sz w:val="28"/>
          <w:szCs w:val="28"/>
        </w:rPr>
        <w:t xml:space="preserve">  </w:t>
      </w:r>
      <w:r w:rsidRPr="00DA799D">
        <w:rPr>
          <w:bCs/>
          <w:color w:val="000000"/>
          <w:sz w:val="28"/>
          <w:szCs w:val="28"/>
        </w:rPr>
        <w:t>Феде</w:t>
      </w:r>
      <w:r>
        <w:rPr>
          <w:bCs/>
          <w:color w:val="000000"/>
          <w:sz w:val="28"/>
          <w:szCs w:val="28"/>
        </w:rPr>
        <w:t>ральный закон</w:t>
      </w:r>
      <w:r w:rsidRPr="00DA799D">
        <w:rPr>
          <w:bCs/>
          <w:color w:val="000000"/>
          <w:sz w:val="28"/>
          <w:szCs w:val="28"/>
        </w:rPr>
        <w:t xml:space="preserve"> от 06.10.2003г № 131-ФЗ «Об общих принципах организации местного самоуправления в Российской Федерации».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  <w:u w:val="single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Место будущего акта в системе действующих  муниципальных правовых актов (соотношение с муниципальными правовыми</w:t>
      </w:r>
      <w:r w:rsidRPr="00DA799D">
        <w:rPr>
          <w:color w:val="000000"/>
          <w:sz w:val="28"/>
          <w:szCs w:val="28"/>
          <w:u w:val="single"/>
        </w:rPr>
        <w:t xml:space="preserve"> </w:t>
      </w:r>
      <w:r w:rsidRPr="00DA799D">
        <w:rPr>
          <w:b/>
          <w:color w:val="000000"/>
          <w:sz w:val="28"/>
          <w:szCs w:val="28"/>
          <w:u w:val="single"/>
        </w:rPr>
        <w:t>актами, обладающими большей и (или) меньшей юридической силой):</w:t>
      </w:r>
      <w:r w:rsidRPr="00DA799D">
        <w:rPr>
          <w:color w:val="000000"/>
          <w:sz w:val="28"/>
          <w:szCs w:val="28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color w:val="000000"/>
          <w:sz w:val="28"/>
          <w:szCs w:val="28"/>
        </w:rPr>
        <w:t xml:space="preserve">Источником официального опубликования муниципального правового акта является </w:t>
      </w:r>
      <w:r>
        <w:rPr>
          <w:color w:val="000000"/>
          <w:sz w:val="28"/>
          <w:szCs w:val="28"/>
        </w:rPr>
        <w:t>сетевое издание</w:t>
      </w:r>
      <w:r w:rsidRPr="00DA799D">
        <w:rPr>
          <w:color w:val="000000"/>
          <w:sz w:val="28"/>
          <w:szCs w:val="28"/>
        </w:rPr>
        <w:t xml:space="preserve"> «UST-ILIMSK» (</w:t>
      </w:r>
      <w:hyperlink r:id="rId7" w:history="1">
        <w:r w:rsidRPr="00DA799D">
          <w:rPr>
            <w:rStyle w:val="ad"/>
            <w:sz w:val="28"/>
            <w:szCs w:val="28"/>
          </w:rPr>
          <w:t>www.усть-илимскофициальный.рф</w:t>
        </w:r>
      </w:hyperlink>
      <w:r>
        <w:rPr>
          <w:color w:val="000000"/>
          <w:sz w:val="28"/>
          <w:szCs w:val="28"/>
        </w:rPr>
        <w:t xml:space="preserve">), официальные  сайты </w:t>
      </w:r>
      <w:r w:rsidRPr="00DA799D">
        <w:rPr>
          <w:color w:val="000000"/>
          <w:sz w:val="28"/>
          <w:szCs w:val="28"/>
        </w:rPr>
        <w:t xml:space="preserve"> Городской Думы </w:t>
      </w:r>
      <w:r>
        <w:rPr>
          <w:color w:val="000000"/>
          <w:sz w:val="28"/>
          <w:szCs w:val="28"/>
        </w:rPr>
        <w:t xml:space="preserve"> </w:t>
      </w:r>
      <w:r w:rsidRPr="00DA799D">
        <w:rPr>
          <w:color w:val="000000"/>
          <w:sz w:val="28"/>
          <w:szCs w:val="28"/>
        </w:rPr>
        <w:t>города Усть-Илимска,  Администрации города Усть-Илимска.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DA799D">
        <w:rPr>
          <w:color w:val="000000"/>
          <w:sz w:val="28"/>
          <w:szCs w:val="28"/>
        </w:rPr>
        <w:t xml:space="preserve"> принятие данного правового акта не потребует разработки отдельных правовых актов.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DA799D">
        <w:rPr>
          <w:b/>
          <w:color w:val="000000"/>
          <w:sz w:val="28"/>
          <w:szCs w:val="28"/>
        </w:rPr>
        <w:t xml:space="preserve"> </w:t>
      </w:r>
      <w:r w:rsidRPr="00DA799D">
        <w:rPr>
          <w:color w:val="000000"/>
          <w:sz w:val="28"/>
          <w:szCs w:val="28"/>
        </w:rPr>
        <w:t>принятие данного муниципального правового акта не требует дополнительных расходов из бюджета города.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DA799D" w:rsidRDefault="007D640D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rPr>
          <w:b/>
          <w:color w:val="000000"/>
          <w:sz w:val="28"/>
          <w:szCs w:val="28"/>
        </w:rPr>
      </w:pPr>
      <w:bookmarkStart w:id="0" w:name="_GoBack"/>
      <w:bookmarkEnd w:id="0"/>
      <w:r w:rsidRPr="00DA799D">
        <w:rPr>
          <w:b/>
          <w:color w:val="000000"/>
          <w:sz w:val="28"/>
          <w:szCs w:val="28"/>
        </w:rPr>
        <w:t xml:space="preserve">Председатель Городской Думы                                             </w:t>
      </w:r>
      <w:r>
        <w:rPr>
          <w:b/>
          <w:color w:val="000000"/>
          <w:sz w:val="28"/>
          <w:szCs w:val="28"/>
        </w:rPr>
        <w:t xml:space="preserve">   </w:t>
      </w:r>
      <w:r w:rsidRPr="00DA799D">
        <w:rPr>
          <w:b/>
          <w:color w:val="000000"/>
          <w:sz w:val="28"/>
          <w:szCs w:val="28"/>
        </w:rPr>
        <w:t xml:space="preserve"> А.П. Чихирьков</w:t>
      </w: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DA799D">
      <w:pPr>
        <w:spacing w:line="240" w:lineRule="exact"/>
        <w:rPr>
          <w:color w:val="000000"/>
          <w:sz w:val="28"/>
          <w:szCs w:val="28"/>
        </w:rPr>
      </w:pPr>
    </w:p>
    <w:p w:rsidR="00DA799D" w:rsidRDefault="00DA799D" w:rsidP="00DA799D">
      <w:pPr>
        <w:spacing w:line="240" w:lineRule="exact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sectPr w:rsidR="00DA799D" w:rsidSect="00B92D60">
      <w:pgSz w:w="11906" w:h="16838"/>
      <w:pgMar w:top="1134" w:right="62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DD4" w:rsidRDefault="00222DD4">
      <w:r>
        <w:separator/>
      </w:r>
    </w:p>
  </w:endnote>
  <w:endnote w:type="continuationSeparator" w:id="0">
    <w:p w:rsidR="00222DD4" w:rsidRDefault="002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DD4" w:rsidRDefault="00222DD4">
      <w:r>
        <w:separator/>
      </w:r>
    </w:p>
  </w:footnote>
  <w:footnote w:type="continuationSeparator" w:id="0">
    <w:p w:rsidR="00222DD4" w:rsidRDefault="00222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8B7A78"/>
    <w:multiLevelType w:val="hybridMultilevel"/>
    <w:tmpl w:val="30EACF6E"/>
    <w:lvl w:ilvl="0" w:tplc="72860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94"/>
    <w:rsid w:val="000020D4"/>
    <w:rsid w:val="0000313A"/>
    <w:rsid w:val="00020381"/>
    <w:rsid w:val="00026823"/>
    <w:rsid w:val="0005664E"/>
    <w:rsid w:val="00062718"/>
    <w:rsid w:val="0007359E"/>
    <w:rsid w:val="00075F8F"/>
    <w:rsid w:val="000832FC"/>
    <w:rsid w:val="00083BA9"/>
    <w:rsid w:val="000858CE"/>
    <w:rsid w:val="00086999"/>
    <w:rsid w:val="00096A57"/>
    <w:rsid w:val="000A073A"/>
    <w:rsid w:val="000B5AC5"/>
    <w:rsid w:val="000E4830"/>
    <w:rsid w:val="000E776A"/>
    <w:rsid w:val="001068F9"/>
    <w:rsid w:val="00113623"/>
    <w:rsid w:val="00157EA5"/>
    <w:rsid w:val="0017024F"/>
    <w:rsid w:val="00184348"/>
    <w:rsid w:val="001A6234"/>
    <w:rsid w:val="001D00F8"/>
    <w:rsid w:val="00222B5F"/>
    <w:rsid w:val="00222DD4"/>
    <w:rsid w:val="00230E17"/>
    <w:rsid w:val="00233B88"/>
    <w:rsid w:val="002A11E4"/>
    <w:rsid w:val="002A25B5"/>
    <w:rsid w:val="002C1B1A"/>
    <w:rsid w:val="002D638F"/>
    <w:rsid w:val="002E54C2"/>
    <w:rsid w:val="002F6687"/>
    <w:rsid w:val="00301824"/>
    <w:rsid w:val="00317D9B"/>
    <w:rsid w:val="0033399F"/>
    <w:rsid w:val="00366AD2"/>
    <w:rsid w:val="00367591"/>
    <w:rsid w:val="00375331"/>
    <w:rsid w:val="003B67BB"/>
    <w:rsid w:val="003B7F90"/>
    <w:rsid w:val="003C77A2"/>
    <w:rsid w:val="003E3A89"/>
    <w:rsid w:val="003F78BC"/>
    <w:rsid w:val="0042006A"/>
    <w:rsid w:val="004713B9"/>
    <w:rsid w:val="00473D86"/>
    <w:rsid w:val="004B6769"/>
    <w:rsid w:val="004C7A24"/>
    <w:rsid w:val="004D009C"/>
    <w:rsid w:val="004D5596"/>
    <w:rsid w:val="004E11D1"/>
    <w:rsid w:val="004F7945"/>
    <w:rsid w:val="00512055"/>
    <w:rsid w:val="00517590"/>
    <w:rsid w:val="00530DFA"/>
    <w:rsid w:val="005906A2"/>
    <w:rsid w:val="00595E9F"/>
    <w:rsid w:val="005A3F1D"/>
    <w:rsid w:val="005D5D01"/>
    <w:rsid w:val="005D6E07"/>
    <w:rsid w:val="005D708E"/>
    <w:rsid w:val="005E501E"/>
    <w:rsid w:val="005E6828"/>
    <w:rsid w:val="00642C2C"/>
    <w:rsid w:val="006531B8"/>
    <w:rsid w:val="00665B4E"/>
    <w:rsid w:val="006835B0"/>
    <w:rsid w:val="00685116"/>
    <w:rsid w:val="0068519E"/>
    <w:rsid w:val="006923CC"/>
    <w:rsid w:val="006A5084"/>
    <w:rsid w:val="006B58A7"/>
    <w:rsid w:val="006F6562"/>
    <w:rsid w:val="00742421"/>
    <w:rsid w:val="00744DBD"/>
    <w:rsid w:val="00747313"/>
    <w:rsid w:val="00781C1A"/>
    <w:rsid w:val="007854A9"/>
    <w:rsid w:val="0079213A"/>
    <w:rsid w:val="007D640D"/>
    <w:rsid w:val="00821056"/>
    <w:rsid w:val="008236E1"/>
    <w:rsid w:val="0087273A"/>
    <w:rsid w:val="00965C81"/>
    <w:rsid w:val="009A75C0"/>
    <w:rsid w:val="009F1CB9"/>
    <w:rsid w:val="009F61A6"/>
    <w:rsid w:val="00A03AE7"/>
    <w:rsid w:val="00A431AE"/>
    <w:rsid w:val="00A55736"/>
    <w:rsid w:val="00A95469"/>
    <w:rsid w:val="00AA0571"/>
    <w:rsid w:val="00AA7E20"/>
    <w:rsid w:val="00AC7D33"/>
    <w:rsid w:val="00AE4BF8"/>
    <w:rsid w:val="00AE6515"/>
    <w:rsid w:val="00AF7757"/>
    <w:rsid w:val="00B269AE"/>
    <w:rsid w:val="00B42C78"/>
    <w:rsid w:val="00B5258B"/>
    <w:rsid w:val="00B62FD1"/>
    <w:rsid w:val="00B65DFC"/>
    <w:rsid w:val="00B758B5"/>
    <w:rsid w:val="00B758EB"/>
    <w:rsid w:val="00BB5581"/>
    <w:rsid w:val="00BE5F68"/>
    <w:rsid w:val="00BF4EBD"/>
    <w:rsid w:val="00BF54FE"/>
    <w:rsid w:val="00C15FEE"/>
    <w:rsid w:val="00C50EE6"/>
    <w:rsid w:val="00C5262F"/>
    <w:rsid w:val="00C65FF0"/>
    <w:rsid w:val="00C66935"/>
    <w:rsid w:val="00C909BB"/>
    <w:rsid w:val="00CA2F97"/>
    <w:rsid w:val="00CC3D02"/>
    <w:rsid w:val="00D00549"/>
    <w:rsid w:val="00D07B1D"/>
    <w:rsid w:val="00D22E46"/>
    <w:rsid w:val="00D32D1D"/>
    <w:rsid w:val="00D37E88"/>
    <w:rsid w:val="00D47BF1"/>
    <w:rsid w:val="00D8165B"/>
    <w:rsid w:val="00D94BA3"/>
    <w:rsid w:val="00D95053"/>
    <w:rsid w:val="00DA799D"/>
    <w:rsid w:val="00DB120A"/>
    <w:rsid w:val="00DB4C6D"/>
    <w:rsid w:val="00DD7981"/>
    <w:rsid w:val="00DE3EFF"/>
    <w:rsid w:val="00E20421"/>
    <w:rsid w:val="00E23BEC"/>
    <w:rsid w:val="00E27103"/>
    <w:rsid w:val="00E437DE"/>
    <w:rsid w:val="00E51352"/>
    <w:rsid w:val="00E70619"/>
    <w:rsid w:val="00EC238D"/>
    <w:rsid w:val="00EF646F"/>
    <w:rsid w:val="00F0767A"/>
    <w:rsid w:val="00F178F4"/>
    <w:rsid w:val="00F27F78"/>
    <w:rsid w:val="00F418C3"/>
    <w:rsid w:val="00F6026C"/>
    <w:rsid w:val="00F6186F"/>
    <w:rsid w:val="00F66089"/>
    <w:rsid w:val="00F746E5"/>
    <w:rsid w:val="00F771D9"/>
    <w:rsid w:val="00F81C94"/>
    <w:rsid w:val="00F8408D"/>
    <w:rsid w:val="00FB062E"/>
    <w:rsid w:val="00F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9FFD99-9D99-4181-9AC2-8E9EEC344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Бабак Анна Ивановна</dc:creator>
  <cp:lastModifiedBy>Бабак Анна Ивановна</cp:lastModifiedBy>
  <cp:revision>6</cp:revision>
  <cp:lastPrinted>2026-02-02T02:30:00Z</cp:lastPrinted>
  <dcterms:created xsi:type="dcterms:W3CDTF">2026-02-02T02:31:00Z</dcterms:created>
  <dcterms:modified xsi:type="dcterms:W3CDTF">2026-02-17T08:08:00Z</dcterms:modified>
</cp:coreProperties>
</file>